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55"/>
        <w:gridCol w:w="2394"/>
        <w:gridCol w:w="6254"/>
      </w:tblGrid>
      <w:tr w:rsidR="00756099" w:rsidTr="00BF4B83">
        <w:tc>
          <w:tcPr>
            <w:tcW w:w="1620" w:type="dxa"/>
            <w:shd w:val="clear" w:color="auto" w:fill="FFFFFF"/>
            <w:tcMar>
              <w:top w:w="0" w:type="dxa"/>
              <w:left w:w="115" w:type="dxa"/>
              <w:bottom w:w="43" w:type="dxa"/>
              <w:right w:w="115" w:type="dxa"/>
            </w:tcMar>
            <w:vAlign w:val="bottom"/>
          </w:tcPr>
          <w:p w:rsidR="00756099" w:rsidRDefault="00A240C4">
            <w:r>
              <w:rPr>
                <w:noProof/>
              </w:rPr>
              <w:drawing>
                <wp:inline distT="0" distB="0" distL="0" distR="0">
                  <wp:extent cx="768350" cy="384175"/>
                  <wp:effectExtent l="0" t="0" r="0" b="0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alias w:val="Slogan"/>
            <w:tag w:val="Slogan"/>
            <w:id w:val="1307489832"/>
            <w:placeholder>
              <w:docPart w:val="D2443FFFE9DD40679749785F506DF89B"/>
            </w:placeholder>
            <w:temporary/>
            <w:showingPlcHdr/>
          </w:sdtPr>
          <w:sdtEndPr/>
          <w:sdtContent>
            <w:tc>
              <w:tcPr>
                <w:tcW w:w="2344" w:type="dxa"/>
                <w:tcBorders>
                  <w:bottom w:val="single" w:sz="4" w:space="0" w:color="D9D9D9" w:themeColor="background1" w:themeShade="D9"/>
                </w:tcBorders>
                <w:shd w:val="clear" w:color="auto" w:fill="FFFFFF"/>
                <w:tcMar>
                  <w:top w:w="0" w:type="dxa"/>
                  <w:left w:w="0" w:type="dxa"/>
                  <w:bottom w:w="0" w:type="dxa"/>
                  <w:right w:w="115" w:type="dxa"/>
                </w:tcMar>
                <w:vAlign w:val="bottom"/>
              </w:tcPr>
              <w:p w:rsidR="00756099" w:rsidRDefault="003A0E99" w:rsidP="003A0E99">
                <w:pPr>
                  <w:pStyle w:val="Slogan"/>
                </w:pPr>
                <w:r>
                  <w:t>[Company Slogan]</w:t>
                </w:r>
              </w:p>
            </w:tc>
          </w:sdtContent>
        </w:sdt>
        <w:tc>
          <w:tcPr>
            <w:tcW w:w="6123" w:type="dxa"/>
            <w:tcBorders>
              <w:bottom w:val="single" w:sz="4" w:space="0" w:color="D9D9D9" w:themeColor="background1" w:themeShade="D9"/>
            </w:tcBorders>
            <w:shd w:val="clear" w:color="auto" w:fill="FFFFFF"/>
            <w:noWrap/>
            <w:vAlign w:val="bottom"/>
          </w:tcPr>
          <w:p w:rsidR="00756099" w:rsidRPr="00EE7AA9" w:rsidRDefault="00756099">
            <w:pPr>
              <w:pStyle w:val="Heading1"/>
              <w:rPr>
                <w:sz w:val="56"/>
              </w:rPr>
            </w:pPr>
            <w:r w:rsidRPr="00EE7AA9">
              <w:rPr>
                <w:sz w:val="56"/>
              </w:rPr>
              <w:t>SALES RECEIPT</w:t>
            </w:r>
          </w:p>
        </w:tc>
      </w:tr>
    </w:tbl>
    <w:p w:rsidR="00CE3F47" w:rsidRDefault="00CE3F47" w:rsidP="004F202D"/>
    <w:tbl>
      <w:tblPr>
        <w:tblW w:w="5000" w:type="pct"/>
        <w:shd w:val="clear" w:color="auto" w:fill="FFFFFF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821"/>
        <w:gridCol w:w="5278"/>
        <w:gridCol w:w="4211"/>
      </w:tblGrid>
      <w:tr w:rsidR="00195E2D" w:rsidTr="003A0E99">
        <w:trPr>
          <w:trHeight w:hRule="exact" w:val="1314"/>
        </w:trPr>
        <w:tc>
          <w:tcPr>
            <w:tcW w:w="5963" w:type="dxa"/>
            <w:gridSpan w:val="2"/>
            <w:shd w:val="clear" w:color="auto" w:fill="FFFFFF"/>
            <w:tcMar>
              <w:top w:w="0" w:type="dxa"/>
            </w:tcMar>
          </w:tcPr>
          <w:sdt>
            <w:sdtPr>
              <w:alias w:val="Company"/>
              <w:tag w:val="Company"/>
              <w:id w:val="1300518555"/>
              <w:placeholder>
                <w:docPart w:val="6D459F4483B245669B6A101B7D4749F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 w:multiLine="1"/>
            </w:sdtPr>
            <w:sdtEndPr/>
            <w:sdtContent>
              <w:p w:rsidR="003A0E99" w:rsidRDefault="003A0E99" w:rsidP="003A0E99">
                <w:pPr>
                  <w:pStyle w:val="ContactInfo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1300518566"/>
              <w:placeholder>
                <w:docPart w:val="34FF3A6E25A2434CA22793143B5E1314"/>
              </w:placeholder>
              <w:temporary/>
              <w:showingPlcHdr/>
            </w:sdtPr>
            <w:sdtEndPr/>
            <w:sdtContent>
              <w:p w:rsidR="003A0E99" w:rsidRDefault="003A0E99" w:rsidP="003A0E99">
                <w:pPr>
                  <w:pStyle w:val="ContactInfo"/>
                </w:pPr>
                <w:r>
                  <w:t>[Street Address, City, ST  ZIP Code]</w:t>
                </w:r>
              </w:p>
            </w:sdtContent>
          </w:sdt>
          <w:p w:rsidR="003A0E99" w:rsidRDefault="00EE7AA9" w:rsidP="003A0E99">
            <w:pPr>
              <w:pStyle w:val="ContactInfo"/>
            </w:pPr>
            <w:sdt>
              <w:sdtPr>
                <w:alias w:val="Phone"/>
                <w:tag w:val="Phone"/>
                <w:id w:val="1300518593"/>
                <w:placeholder>
                  <w:docPart w:val="1F69BF22B3F64B4EA12696E445CFCF82"/>
                </w:placeholder>
                <w:temporary/>
                <w:showingPlcHdr/>
              </w:sdtPr>
              <w:sdtEndPr/>
              <w:sdtContent>
                <w:r w:rsidR="003A0E99">
                  <w:t>[phone]</w:t>
                </w:r>
              </w:sdtContent>
            </w:sdt>
            <w:r w:rsidR="003A0E99">
              <w:t xml:space="preserve">  </w:t>
            </w:r>
            <w:sdt>
              <w:sdtPr>
                <w:alias w:val="Fax"/>
                <w:tag w:val="Fax"/>
                <w:id w:val="1300518620"/>
                <w:placeholder>
                  <w:docPart w:val="110DB5C3FFEA4EEB9FF09D581CB9C3DB"/>
                </w:placeholder>
                <w:temporary/>
                <w:showingPlcHdr/>
              </w:sdtPr>
              <w:sdtEndPr/>
              <w:sdtContent>
                <w:r w:rsidR="003A0E99">
                  <w:t>[fax]</w:t>
                </w:r>
              </w:sdtContent>
            </w:sdt>
          </w:p>
          <w:sdt>
            <w:sdtPr>
              <w:alias w:val="Email"/>
              <w:tag w:val="Email"/>
              <w:id w:val="1300518647"/>
              <w:placeholder>
                <w:docPart w:val="B4C47338665047EBA38FB0302721997D"/>
              </w:placeholder>
              <w:temporary/>
              <w:showingPlcHdr/>
            </w:sdtPr>
            <w:sdtEndPr/>
            <w:sdtContent>
              <w:p w:rsidR="00195E2D" w:rsidRPr="001E3C2E" w:rsidRDefault="003A0E99" w:rsidP="003A0E99">
                <w:pPr>
                  <w:pStyle w:val="ContactInfo"/>
                </w:pPr>
                <w:r>
                  <w:t>[email]</w:t>
                </w:r>
              </w:p>
            </w:sdtContent>
          </w:sdt>
        </w:tc>
        <w:tc>
          <w:tcPr>
            <w:tcW w:w="4117" w:type="dxa"/>
            <w:shd w:val="clear" w:color="auto" w:fill="FFFFFF"/>
          </w:tcPr>
          <w:p w:rsidR="00195E2D" w:rsidRDefault="00195E2D" w:rsidP="00A67CCD">
            <w:pPr>
              <w:pStyle w:val="DateandNumber"/>
            </w:pPr>
            <w:r w:rsidRPr="000E042A">
              <w:t xml:space="preserve">Date: </w:t>
            </w:r>
            <w:sdt>
              <w:sdtPr>
                <w:alias w:val="Date"/>
                <w:tag w:val="Date"/>
                <w:id w:val="1307489776"/>
                <w:placeholder>
                  <w:docPart w:val="BEBED72672524A49911F812ED4962BEF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A0E99">
                  <w:t>[Click to select date]</w:t>
                </w:r>
              </w:sdtContent>
            </w:sdt>
          </w:p>
          <w:p w:rsidR="00195E2D" w:rsidRDefault="00473FD4" w:rsidP="003A0E99">
            <w:pPr>
              <w:pStyle w:val="DateandNumber"/>
            </w:pPr>
            <w:r>
              <w:t xml:space="preserve">receipt </w:t>
            </w:r>
            <w:r w:rsidR="00195E2D" w:rsidRPr="000E042A">
              <w:t xml:space="preserve"># </w:t>
            </w:r>
            <w:sdt>
              <w:sdtPr>
                <w:alias w:val="No."/>
                <w:tag w:val="No."/>
                <w:id w:val="1307489805"/>
                <w:placeholder>
                  <w:docPart w:val="174DEDF8003447309AAEDFD5ADA8CEF6"/>
                </w:placeholder>
                <w:temporary/>
                <w:showingPlcHdr/>
              </w:sdtPr>
              <w:sdtEndPr/>
              <w:sdtContent>
                <w:r w:rsidR="003A0E99">
                  <w:t>[No.]</w:t>
                </w:r>
              </w:sdtContent>
            </w:sdt>
          </w:p>
        </w:tc>
        <w:bookmarkStart w:id="0" w:name="_GoBack"/>
        <w:bookmarkEnd w:id="0"/>
      </w:tr>
      <w:tr w:rsidR="00473FD4" w:rsidRPr="005A6D66" w:rsidTr="003A0E99">
        <w:trPr>
          <w:trHeight w:val="1566"/>
        </w:trPr>
        <w:tc>
          <w:tcPr>
            <w:tcW w:w="803" w:type="dxa"/>
            <w:shd w:val="clear" w:color="auto" w:fill="FFFFFF"/>
            <w:tcMar>
              <w:top w:w="0" w:type="dxa"/>
              <w:bottom w:w="0" w:type="dxa"/>
            </w:tcMar>
          </w:tcPr>
          <w:p w:rsidR="00473FD4" w:rsidRPr="003A0E99" w:rsidRDefault="00473FD4" w:rsidP="003A0E99">
            <w:pPr>
              <w:pStyle w:val="Heading2"/>
            </w:pPr>
            <w:r w:rsidRPr="003A0E99">
              <w:t>sold</w:t>
            </w:r>
          </w:p>
          <w:p w:rsidR="00473FD4" w:rsidRPr="003A0E99" w:rsidRDefault="00473FD4" w:rsidP="003A0E99">
            <w:pPr>
              <w:pStyle w:val="Heading2"/>
            </w:pPr>
            <w:r w:rsidRPr="003A0E99">
              <w:t>TO</w:t>
            </w:r>
          </w:p>
        </w:tc>
        <w:tc>
          <w:tcPr>
            <w:tcW w:w="9277" w:type="dxa"/>
            <w:gridSpan w:val="2"/>
            <w:shd w:val="clear" w:color="auto" w:fill="FFFFFF"/>
          </w:tcPr>
          <w:sdt>
            <w:sdtPr>
              <w:alias w:val="Name"/>
              <w:tag w:val="Name"/>
              <w:id w:val="1300518674"/>
              <w:placeholder>
                <w:docPart w:val="814FB4A74349417B9B4586DCD30648FF"/>
              </w:placeholder>
              <w:temporary/>
              <w:showingPlcHdr/>
            </w:sdtPr>
            <w:sdtEndPr/>
            <w:sdtContent>
              <w:p w:rsidR="003A0E99" w:rsidRPr="007C541C" w:rsidRDefault="003A0E99" w:rsidP="003A0E99">
                <w:pPr>
                  <w:pStyle w:val="Address"/>
                </w:pPr>
                <w:r>
                  <w:t>[Customer Name]</w:t>
                </w:r>
              </w:p>
            </w:sdtContent>
          </w:sdt>
          <w:sdt>
            <w:sdtPr>
              <w:alias w:val="Company"/>
              <w:tag w:val="Company"/>
              <w:id w:val="1300518701"/>
              <w:placeholder>
                <w:docPart w:val="1DADF89101794BBB8A911E793F1DDA90"/>
              </w:placeholder>
              <w:temporary/>
              <w:showingPlcHdr/>
            </w:sdtPr>
            <w:sdtEndPr/>
            <w:sdtContent>
              <w:p w:rsidR="003A0E99" w:rsidRPr="007C541C" w:rsidRDefault="003A0E99" w:rsidP="003A0E99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1300518728"/>
              <w:placeholder>
                <w:docPart w:val="238809CC832248B099CCAA406AF922F1"/>
              </w:placeholder>
              <w:temporary/>
              <w:showingPlcHdr/>
            </w:sdtPr>
            <w:sdtEndPr/>
            <w:sdtContent>
              <w:p w:rsidR="003A0E99" w:rsidRPr="007C541C" w:rsidRDefault="003A0E99" w:rsidP="003A0E99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1300518755"/>
              <w:placeholder>
                <w:docPart w:val="C2DA571655D7416E980ADA800861BCEE"/>
              </w:placeholder>
              <w:temporary/>
              <w:showingPlcHdr/>
            </w:sdtPr>
            <w:sdtEndPr/>
            <w:sdtContent>
              <w:p w:rsidR="003A0E99" w:rsidRPr="007C541C" w:rsidRDefault="003A0E99" w:rsidP="003A0E99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alias w:val="Phone"/>
              <w:tag w:val="Phone"/>
              <w:id w:val="1300518782"/>
              <w:placeholder>
                <w:docPart w:val="032090EE96B84451B7110BDC798BBDB0"/>
              </w:placeholder>
              <w:temporary/>
              <w:showingPlcHdr/>
            </w:sdtPr>
            <w:sdtEndPr/>
            <w:sdtContent>
              <w:p w:rsidR="003A0E99" w:rsidRPr="007C541C" w:rsidRDefault="003A0E99" w:rsidP="003A0E99">
                <w:pPr>
                  <w:pStyle w:val="Address"/>
                </w:pPr>
                <w:r>
                  <w:t>[Phone]</w:t>
                </w:r>
              </w:p>
            </w:sdtContent>
          </w:sdt>
          <w:p w:rsidR="00473FD4" w:rsidRPr="005A6D66" w:rsidRDefault="003A0E99" w:rsidP="003A0E99">
            <w:pPr>
              <w:pStyle w:val="Address"/>
            </w:pPr>
            <w:r w:rsidRPr="007C541C">
              <w:t xml:space="preserve">Customer ID </w:t>
            </w:r>
            <w:sdt>
              <w:sdtPr>
                <w:alias w:val="No."/>
                <w:tag w:val="No."/>
                <w:id w:val="1300518809"/>
                <w:placeholder>
                  <w:docPart w:val="93AC85FBE7584229AE7ADA911EB39852"/>
                </w:placeholder>
                <w:temporary/>
                <w:showingPlcHdr/>
              </w:sdtPr>
              <w:sdtEndPr/>
              <w:sdtContent>
                <w:r>
                  <w:t>[No.]</w:t>
                </w:r>
              </w:sdtContent>
            </w:sdt>
          </w:p>
        </w:tc>
      </w:tr>
    </w:tbl>
    <w:p w:rsidR="00E43CD7" w:rsidRDefault="00E43CD7" w:rsidP="004F202D"/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3436"/>
        <w:gridCol w:w="3437"/>
        <w:gridCol w:w="3437"/>
      </w:tblGrid>
      <w:tr w:rsidR="00473FD4" w:rsidRPr="001C2122" w:rsidTr="00BF4B83">
        <w:trPr>
          <w:cantSplit/>
          <w:trHeight w:val="216"/>
        </w:trPr>
        <w:tc>
          <w:tcPr>
            <w:tcW w:w="3360" w:type="dxa"/>
            <w:shd w:val="clear" w:color="auto" w:fill="D9D9D9" w:themeFill="background1" w:themeFillShade="D9"/>
            <w:vAlign w:val="center"/>
          </w:tcPr>
          <w:p w:rsidR="00473FD4" w:rsidRPr="001E3C2E" w:rsidRDefault="00473FD4" w:rsidP="003A0E99">
            <w:pPr>
              <w:pStyle w:val="ColumnHeadings"/>
            </w:pPr>
            <w:r>
              <w:t>payment method</w:t>
            </w:r>
          </w:p>
        </w:tc>
        <w:tc>
          <w:tcPr>
            <w:tcW w:w="3360" w:type="dxa"/>
            <w:shd w:val="clear" w:color="auto" w:fill="D9D9D9" w:themeFill="background1" w:themeFillShade="D9"/>
            <w:vAlign w:val="center"/>
          </w:tcPr>
          <w:p w:rsidR="00473FD4" w:rsidRPr="001E3C2E" w:rsidRDefault="00473FD4" w:rsidP="003A0E99">
            <w:pPr>
              <w:pStyle w:val="ColumnHeadings"/>
            </w:pPr>
            <w:r>
              <w:t>check no.</w:t>
            </w:r>
          </w:p>
        </w:tc>
        <w:tc>
          <w:tcPr>
            <w:tcW w:w="3360" w:type="dxa"/>
            <w:shd w:val="clear" w:color="auto" w:fill="D9D9D9" w:themeFill="background1" w:themeFillShade="D9"/>
            <w:vAlign w:val="center"/>
          </w:tcPr>
          <w:p w:rsidR="00473FD4" w:rsidRPr="001C2122" w:rsidRDefault="00473FD4" w:rsidP="003A0E99">
            <w:pPr>
              <w:pStyle w:val="ColumnHeadings"/>
            </w:pPr>
            <w:r>
              <w:t>job</w:t>
            </w:r>
          </w:p>
        </w:tc>
      </w:tr>
      <w:tr w:rsidR="00473FD4" w:rsidRPr="001C2122" w:rsidTr="00BF4B83">
        <w:trPr>
          <w:cantSplit/>
          <w:trHeight w:val="202"/>
        </w:trPr>
        <w:tc>
          <w:tcPr>
            <w:tcW w:w="3360" w:type="dxa"/>
            <w:shd w:val="clear" w:color="auto" w:fill="FFFFFF"/>
            <w:vAlign w:val="center"/>
          </w:tcPr>
          <w:p w:rsidR="00473FD4" w:rsidRPr="001C2122" w:rsidRDefault="00473FD4" w:rsidP="00473FD4"/>
        </w:tc>
        <w:tc>
          <w:tcPr>
            <w:tcW w:w="3360" w:type="dxa"/>
            <w:shd w:val="clear" w:color="auto" w:fill="FFFFFF"/>
            <w:vAlign w:val="center"/>
          </w:tcPr>
          <w:p w:rsidR="00473FD4" w:rsidRPr="001C2122" w:rsidRDefault="00473FD4" w:rsidP="00473FD4"/>
        </w:tc>
        <w:tc>
          <w:tcPr>
            <w:tcW w:w="3360" w:type="dxa"/>
            <w:shd w:val="clear" w:color="auto" w:fill="FFFFFF"/>
            <w:vAlign w:val="center"/>
          </w:tcPr>
          <w:p w:rsidR="00473FD4" w:rsidRPr="001C2122" w:rsidRDefault="00473FD4" w:rsidP="00473FD4"/>
        </w:tc>
      </w:tr>
    </w:tbl>
    <w:p w:rsidR="00473FD4" w:rsidRDefault="00473FD4" w:rsidP="004F20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64"/>
        <w:gridCol w:w="8"/>
        <w:gridCol w:w="1458"/>
        <w:gridCol w:w="15"/>
        <w:gridCol w:w="2946"/>
        <w:gridCol w:w="30"/>
        <w:gridCol w:w="1443"/>
        <w:gridCol w:w="1473"/>
        <w:gridCol w:w="1473"/>
      </w:tblGrid>
      <w:tr w:rsidR="009A22A2" w:rsidRPr="001E3C2E" w:rsidTr="00BF4B83">
        <w:trPr>
          <w:cantSplit/>
          <w:trHeight w:val="216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A22A2" w:rsidRPr="001E3C2E" w:rsidRDefault="009A22A2" w:rsidP="003A0E99">
            <w:pPr>
              <w:pStyle w:val="ColumnHeadings"/>
            </w:pPr>
            <w:r>
              <w:t>qty</w:t>
            </w:r>
          </w:p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A22A2" w:rsidRPr="001E3C2E" w:rsidRDefault="009A22A2" w:rsidP="003A0E99">
            <w:pPr>
              <w:pStyle w:val="ColumnHeadings"/>
            </w:pPr>
            <w:r>
              <w:t>item #</w:t>
            </w:r>
          </w:p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A22A2" w:rsidRPr="001E3C2E" w:rsidRDefault="009A22A2" w:rsidP="003A0E99">
            <w:pPr>
              <w:pStyle w:val="ColumnHeadings"/>
            </w:pPr>
            <w:r>
              <w:t>description</w:t>
            </w:r>
          </w:p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A22A2" w:rsidRPr="001E3C2E" w:rsidRDefault="009A22A2" w:rsidP="003A0E99">
            <w:pPr>
              <w:pStyle w:val="ColumnHeadings"/>
            </w:pPr>
            <w:r>
              <w:t>unit price</w:t>
            </w: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A22A2" w:rsidRPr="001E3C2E" w:rsidRDefault="009A22A2" w:rsidP="003A0E99">
            <w:pPr>
              <w:pStyle w:val="ColumnHeadings"/>
            </w:pPr>
            <w:r>
              <w:t>discount</w:t>
            </w: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A22A2" w:rsidRPr="001E3C2E" w:rsidRDefault="009A22A2" w:rsidP="003A0E99">
            <w:pPr>
              <w:pStyle w:val="ColumnHeadings"/>
            </w:pPr>
            <w:r>
              <w:t>line total</w:t>
            </w: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9A22A2" w:rsidRPr="001C2122" w:rsidTr="00BF4B83">
        <w:trPr>
          <w:cantSplit/>
          <w:trHeight w:val="202"/>
        </w:trPr>
        <w:tc>
          <w:tcPr>
            <w:tcW w:w="143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3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289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22A2" w:rsidRPr="001C2122" w:rsidRDefault="009A22A2" w:rsidP="00704C33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9A22A2" w:rsidRPr="001C2122" w:rsidRDefault="009A22A2" w:rsidP="00BF36F9">
            <w:pPr>
              <w:pStyle w:val="Amount"/>
            </w:pPr>
          </w:p>
        </w:tc>
      </w:tr>
      <w:tr w:rsidR="003A0E99" w:rsidRPr="001C2122" w:rsidTr="00BF4B83">
        <w:trPr>
          <w:cantSplit/>
          <w:trHeight w:val="202"/>
        </w:trPr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2880" w:type="dxa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gridSpan w:val="2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3A0E99" w:rsidRPr="003A0E99" w:rsidRDefault="003A0E99" w:rsidP="003A0E99">
            <w:pPr>
              <w:pStyle w:val="Heading3"/>
            </w:pPr>
            <w:r w:rsidRPr="003A0E99">
              <w:t>total discount</w:t>
            </w: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A0E99" w:rsidRPr="001C2122" w:rsidRDefault="003A0E99" w:rsidP="00BF36F9">
            <w:pPr>
              <w:pStyle w:val="Amount"/>
            </w:pP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A0E99" w:rsidRPr="001C2122" w:rsidRDefault="003A0E99" w:rsidP="00BF36F9">
            <w:pPr>
              <w:pStyle w:val="Amount"/>
            </w:pPr>
          </w:p>
        </w:tc>
      </w:tr>
      <w:tr w:rsidR="003A0E99" w:rsidRPr="001C2122" w:rsidTr="00BF4B83">
        <w:trPr>
          <w:cantSplit/>
          <w:trHeight w:val="202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3A0E99" w:rsidRPr="003A0E99" w:rsidRDefault="003A0E99" w:rsidP="003A0E99">
            <w:pPr>
              <w:pStyle w:val="Heading3"/>
            </w:pPr>
            <w:r w:rsidRPr="003A0E99">
              <w:t>Subtotal</w:t>
            </w: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A0E99" w:rsidRPr="001C2122" w:rsidRDefault="003A0E99" w:rsidP="003A0E99">
            <w:pPr>
              <w:pStyle w:val="Amount"/>
            </w:pPr>
          </w:p>
        </w:tc>
      </w:tr>
      <w:tr w:rsidR="003A0E99" w:rsidRPr="001C2122" w:rsidTr="00BF4B83">
        <w:trPr>
          <w:cantSplit/>
          <w:trHeight w:val="202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3A0E99" w:rsidRPr="003A0E99" w:rsidRDefault="003A0E99" w:rsidP="003A0E99">
            <w:pPr>
              <w:pStyle w:val="Heading3"/>
            </w:pPr>
            <w:r w:rsidRPr="003A0E99">
              <w:t>Sales tax</w:t>
            </w: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A0E99" w:rsidRPr="001C2122" w:rsidRDefault="003A0E99" w:rsidP="003A0E99">
            <w:pPr>
              <w:pStyle w:val="Amount"/>
            </w:pPr>
          </w:p>
        </w:tc>
      </w:tr>
      <w:tr w:rsidR="003A0E99" w:rsidRPr="001C2122" w:rsidTr="00BF4B83">
        <w:trPr>
          <w:cantSplit/>
          <w:trHeight w:val="202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2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E99" w:rsidRPr="001C2122" w:rsidRDefault="003A0E99" w:rsidP="003A0E99"/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3A0E99" w:rsidRPr="003A0E99" w:rsidRDefault="003A0E99" w:rsidP="003A0E99">
            <w:pPr>
              <w:pStyle w:val="Heading3"/>
            </w:pPr>
            <w:r w:rsidRPr="003A0E99">
              <w:t>total</w:t>
            </w:r>
          </w:p>
        </w:tc>
        <w:tc>
          <w:tcPr>
            <w:tcW w:w="144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A0E99" w:rsidRPr="00DC74D3" w:rsidRDefault="003A0E99" w:rsidP="003A0E99">
            <w:pPr>
              <w:pStyle w:val="Amount"/>
              <w:rPr>
                <w:b/>
              </w:rPr>
            </w:pPr>
          </w:p>
        </w:tc>
      </w:tr>
    </w:tbl>
    <w:p w:rsidR="008B189A" w:rsidRDefault="00B469BF" w:rsidP="00BF4B83">
      <w:pPr>
        <w:pStyle w:val="ThankYou"/>
      </w:pPr>
      <w:r w:rsidRPr="0015744F">
        <w:t>Thank you for your business!</w:t>
      </w:r>
    </w:p>
    <w:sectPr w:rsidR="008B189A" w:rsidSect="003A0E99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A9"/>
    <w:rsid w:val="00010191"/>
    <w:rsid w:val="000431D5"/>
    <w:rsid w:val="000C49D3"/>
    <w:rsid w:val="000E042A"/>
    <w:rsid w:val="000F6B47"/>
    <w:rsid w:val="000F7D4F"/>
    <w:rsid w:val="00140EA0"/>
    <w:rsid w:val="00195E2D"/>
    <w:rsid w:val="00202E66"/>
    <w:rsid w:val="00311C97"/>
    <w:rsid w:val="003A0E99"/>
    <w:rsid w:val="003C7747"/>
    <w:rsid w:val="0045588D"/>
    <w:rsid w:val="00473FD4"/>
    <w:rsid w:val="004F202D"/>
    <w:rsid w:val="005209B5"/>
    <w:rsid w:val="0056588F"/>
    <w:rsid w:val="00704C33"/>
    <w:rsid w:val="00756099"/>
    <w:rsid w:val="007B38EB"/>
    <w:rsid w:val="007C2E41"/>
    <w:rsid w:val="00805920"/>
    <w:rsid w:val="00867B05"/>
    <w:rsid w:val="008B189A"/>
    <w:rsid w:val="008C5A0E"/>
    <w:rsid w:val="008E45DF"/>
    <w:rsid w:val="009A22A2"/>
    <w:rsid w:val="00A240C4"/>
    <w:rsid w:val="00A472D4"/>
    <w:rsid w:val="00A63377"/>
    <w:rsid w:val="00A67CCD"/>
    <w:rsid w:val="00A87BAC"/>
    <w:rsid w:val="00A908B1"/>
    <w:rsid w:val="00AA099A"/>
    <w:rsid w:val="00B469BF"/>
    <w:rsid w:val="00BC548D"/>
    <w:rsid w:val="00BF36F9"/>
    <w:rsid w:val="00BF4B83"/>
    <w:rsid w:val="00C50F0E"/>
    <w:rsid w:val="00C659DA"/>
    <w:rsid w:val="00CE3F47"/>
    <w:rsid w:val="00D719AB"/>
    <w:rsid w:val="00D824D4"/>
    <w:rsid w:val="00D8277F"/>
    <w:rsid w:val="00DC74D3"/>
    <w:rsid w:val="00E43CD7"/>
    <w:rsid w:val="00E47F00"/>
    <w:rsid w:val="00EE7AA9"/>
    <w:rsid w:val="00F2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4B83"/>
    <w:rPr>
      <w:rFonts w:asciiTheme="minorHAnsi" w:hAnsiTheme="minorHAnsi"/>
      <w:color w:val="404040" w:themeColor="text1" w:themeTint="BF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7C2E41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32"/>
      <w:sz w:val="80"/>
      <w:szCs w:val="32"/>
    </w:rPr>
  </w:style>
  <w:style w:type="paragraph" w:styleId="Heading2">
    <w:name w:val="heading 2"/>
    <w:basedOn w:val="Normal"/>
    <w:next w:val="Normal"/>
    <w:qFormat/>
    <w:rsid w:val="003A0E99"/>
    <w:pPr>
      <w:spacing w:line="280" w:lineRule="exact"/>
      <w:jc w:val="right"/>
      <w:outlineLvl w:val="1"/>
    </w:pPr>
    <w:rPr>
      <w:rFonts w:asciiTheme="majorHAnsi" w:hAnsiTheme="majorHAnsi"/>
      <w:caps/>
      <w:color w:val="808080" w:themeColor="background1" w:themeShade="80"/>
    </w:rPr>
  </w:style>
  <w:style w:type="paragraph" w:styleId="Heading3">
    <w:name w:val="heading 3"/>
    <w:basedOn w:val="Normal"/>
    <w:next w:val="Normal"/>
    <w:qFormat/>
    <w:rsid w:val="003A0E99"/>
    <w:pPr>
      <w:jc w:val="right"/>
      <w:outlineLvl w:val="2"/>
    </w:pPr>
    <w:rPr>
      <w:rFonts w:asciiTheme="majorHAnsi" w:hAnsiTheme="majorHAnsi"/>
      <w:b/>
      <w:caps/>
      <w:spacing w:val="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kYou">
    <w:name w:val="Thank You"/>
    <w:basedOn w:val="Normal"/>
    <w:autoRedefine/>
    <w:qFormat/>
    <w:rsid w:val="00BF4B83"/>
    <w:pPr>
      <w:spacing w:before="400"/>
      <w:jc w:val="center"/>
    </w:pPr>
    <w:rPr>
      <w:b/>
      <w:sz w:val="24"/>
      <w:szCs w:val="24"/>
    </w:rPr>
  </w:style>
  <w:style w:type="paragraph" w:customStyle="1" w:styleId="DateandNumber">
    <w:name w:val="Date and Number"/>
    <w:basedOn w:val="Normal"/>
    <w:qFormat/>
    <w:rsid w:val="008C5A0E"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ContactInfo">
    <w:name w:val="Contact Info"/>
    <w:basedOn w:val="Normal"/>
    <w:qFormat/>
    <w:rsid w:val="007C2E41"/>
    <w:pPr>
      <w:spacing w:line="280" w:lineRule="exact"/>
    </w:pPr>
    <w:rPr>
      <w:color w:val="808080" w:themeColor="background1" w:themeShade="80"/>
      <w:szCs w:val="20"/>
    </w:rPr>
  </w:style>
  <w:style w:type="paragraph" w:customStyle="1" w:styleId="Slogan">
    <w:name w:val="Slogan"/>
    <w:basedOn w:val="Normal"/>
    <w:qFormat/>
    <w:rsid w:val="003A0E99"/>
    <w:rPr>
      <w:i/>
      <w:spacing w:val="4"/>
      <w:sz w:val="20"/>
      <w:szCs w:val="18"/>
    </w:rPr>
  </w:style>
  <w:style w:type="paragraph" w:customStyle="1" w:styleId="ColumnHeadings">
    <w:name w:val="Column Headings"/>
    <w:basedOn w:val="Normal"/>
    <w:autoRedefine/>
    <w:qFormat/>
    <w:rsid w:val="00AA099A"/>
    <w:pPr>
      <w:jc w:val="center"/>
    </w:pPr>
    <w:rPr>
      <w:rFonts w:asciiTheme="majorHAnsi" w:hAnsiTheme="majorHAnsi"/>
      <w:b/>
      <w:caps/>
      <w:spacing w:val="4"/>
      <w:sz w:val="18"/>
      <w:szCs w:val="16"/>
    </w:rPr>
  </w:style>
  <w:style w:type="paragraph" w:customStyle="1" w:styleId="Amount">
    <w:name w:val="Amount"/>
    <w:basedOn w:val="Normal"/>
    <w:qFormat/>
    <w:rsid w:val="00BF36F9"/>
    <w:pPr>
      <w:jc w:val="right"/>
    </w:pPr>
  </w:style>
  <w:style w:type="table" w:styleId="TableGrid">
    <w:name w:val="Table Grid"/>
    <w:basedOn w:val="TableNormal"/>
    <w:rsid w:val="00756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">
    <w:name w:val="Address"/>
    <w:basedOn w:val="Normal"/>
    <w:qFormat/>
    <w:rsid w:val="003A0E99"/>
    <w:pPr>
      <w:spacing w:line="280" w:lineRule="exact"/>
    </w:pPr>
  </w:style>
  <w:style w:type="paragraph" w:styleId="BalloonText">
    <w:name w:val="Balloon Text"/>
    <w:basedOn w:val="Normal"/>
    <w:link w:val="BalloonTextChar"/>
    <w:semiHidden/>
    <w:unhideWhenUsed/>
    <w:rsid w:val="00A240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4B83"/>
    <w:rPr>
      <w:rFonts w:ascii="Tahoma" w:hAnsi="Tahoma" w:cs="Tahoma"/>
      <w:color w:val="404040" w:themeColor="text1" w:themeTint="BF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A0E9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4B83"/>
    <w:rPr>
      <w:rFonts w:asciiTheme="minorHAnsi" w:hAnsiTheme="minorHAnsi"/>
      <w:color w:val="404040" w:themeColor="text1" w:themeTint="BF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7C2E41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32"/>
      <w:sz w:val="80"/>
      <w:szCs w:val="32"/>
    </w:rPr>
  </w:style>
  <w:style w:type="paragraph" w:styleId="Heading2">
    <w:name w:val="heading 2"/>
    <w:basedOn w:val="Normal"/>
    <w:next w:val="Normal"/>
    <w:qFormat/>
    <w:rsid w:val="003A0E99"/>
    <w:pPr>
      <w:spacing w:line="280" w:lineRule="exact"/>
      <w:jc w:val="right"/>
      <w:outlineLvl w:val="1"/>
    </w:pPr>
    <w:rPr>
      <w:rFonts w:asciiTheme="majorHAnsi" w:hAnsiTheme="majorHAnsi"/>
      <w:caps/>
      <w:color w:val="808080" w:themeColor="background1" w:themeShade="80"/>
    </w:rPr>
  </w:style>
  <w:style w:type="paragraph" w:styleId="Heading3">
    <w:name w:val="heading 3"/>
    <w:basedOn w:val="Normal"/>
    <w:next w:val="Normal"/>
    <w:qFormat/>
    <w:rsid w:val="003A0E99"/>
    <w:pPr>
      <w:jc w:val="right"/>
      <w:outlineLvl w:val="2"/>
    </w:pPr>
    <w:rPr>
      <w:rFonts w:asciiTheme="majorHAnsi" w:hAnsiTheme="majorHAnsi"/>
      <w:b/>
      <w:caps/>
      <w:spacing w:val="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kYou">
    <w:name w:val="Thank You"/>
    <w:basedOn w:val="Normal"/>
    <w:autoRedefine/>
    <w:qFormat/>
    <w:rsid w:val="00BF4B83"/>
    <w:pPr>
      <w:spacing w:before="400"/>
      <w:jc w:val="center"/>
    </w:pPr>
    <w:rPr>
      <w:b/>
      <w:sz w:val="24"/>
      <w:szCs w:val="24"/>
    </w:rPr>
  </w:style>
  <w:style w:type="paragraph" w:customStyle="1" w:styleId="DateandNumber">
    <w:name w:val="Date and Number"/>
    <w:basedOn w:val="Normal"/>
    <w:qFormat/>
    <w:rsid w:val="008C5A0E"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ContactInfo">
    <w:name w:val="Contact Info"/>
    <w:basedOn w:val="Normal"/>
    <w:qFormat/>
    <w:rsid w:val="007C2E41"/>
    <w:pPr>
      <w:spacing w:line="280" w:lineRule="exact"/>
    </w:pPr>
    <w:rPr>
      <w:color w:val="808080" w:themeColor="background1" w:themeShade="80"/>
      <w:szCs w:val="20"/>
    </w:rPr>
  </w:style>
  <w:style w:type="paragraph" w:customStyle="1" w:styleId="Slogan">
    <w:name w:val="Slogan"/>
    <w:basedOn w:val="Normal"/>
    <w:qFormat/>
    <w:rsid w:val="003A0E99"/>
    <w:rPr>
      <w:i/>
      <w:spacing w:val="4"/>
      <w:sz w:val="20"/>
      <w:szCs w:val="18"/>
    </w:rPr>
  </w:style>
  <w:style w:type="paragraph" w:customStyle="1" w:styleId="ColumnHeadings">
    <w:name w:val="Column Headings"/>
    <w:basedOn w:val="Normal"/>
    <w:autoRedefine/>
    <w:qFormat/>
    <w:rsid w:val="00AA099A"/>
    <w:pPr>
      <w:jc w:val="center"/>
    </w:pPr>
    <w:rPr>
      <w:rFonts w:asciiTheme="majorHAnsi" w:hAnsiTheme="majorHAnsi"/>
      <w:b/>
      <w:caps/>
      <w:spacing w:val="4"/>
      <w:sz w:val="18"/>
      <w:szCs w:val="16"/>
    </w:rPr>
  </w:style>
  <w:style w:type="paragraph" w:customStyle="1" w:styleId="Amount">
    <w:name w:val="Amount"/>
    <w:basedOn w:val="Normal"/>
    <w:qFormat/>
    <w:rsid w:val="00BF36F9"/>
    <w:pPr>
      <w:jc w:val="right"/>
    </w:pPr>
  </w:style>
  <w:style w:type="table" w:styleId="TableGrid">
    <w:name w:val="Table Grid"/>
    <w:basedOn w:val="TableNormal"/>
    <w:rsid w:val="00756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">
    <w:name w:val="Address"/>
    <w:basedOn w:val="Normal"/>
    <w:qFormat/>
    <w:rsid w:val="003A0E99"/>
    <w:pPr>
      <w:spacing w:line="280" w:lineRule="exact"/>
    </w:pPr>
  </w:style>
  <w:style w:type="paragraph" w:styleId="BalloonText">
    <w:name w:val="Balloon Text"/>
    <w:basedOn w:val="Normal"/>
    <w:link w:val="BalloonTextChar"/>
    <w:semiHidden/>
    <w:unhideWhenUsed/>
    <w:rsid w:val="00A240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4B83"/>
    <w:rPr>
      <w:rFonts w:ascii="Tahoma" w:hAnsi="Tahoma" w:cs="Tahoma"/>
      <w:color w:val="404040" w:themeColor="text1" w:themeTint="BF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A0E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~1.FRE\AppData\Local\Temp\TS10281929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443FFFE9DD40679749785F506DF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CAB13-D9E1-4576-9A25-E6210E363BF1}"/>
      </w:docPartPr>
      <w:docPartBody>
        <w:p w:rsidR="00000000" w:rsidRDefault="009A1018">
          <w:pPr>
            <w:pStyle w:val="D2443FFFE9DD40679749785F506DF89B"/>
          </w:pPr>
          <w:r>
            <w:t>[Company Slogan]</w:t>
          </w:r>
        </w:p>
      </w:docPartBody>
    </w:docPart>
    <w:docPart>
      <w:docPartPr>
        <w:name w:val="6D459F4483B245669B6A101B7D474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B8E26-8F39-46A2-89FE-A5BA124F7835}"/>
      </w:docPartPr>
      <w:docPartBody>
        <w:p w:rsidR="00000000" w:rsidRDefault="009A1018">
          <w:pPr>
            <w:pStyle w:val="6D459F4483B245669B6A101B7D4749F2"/>
          </w:pPr>
          <w:r>
            <w:t>[Company Name]</w:t>
          </w:r>
        </w:p>
      </w:docPartBody>
    </w:docPart>
    <w:docPart>
      <w:docPartPr>
        <w:name w:val="34FF3A6E25A2434CA22793143B5E1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1DF45-0363-433B-B876-D4EAC6D75361}"/>
      </w:docPartPr>
      <w:docPartBody>
        <w:p w:rsidR="00000000" w:rsidRDefault="009A1018">
          <w:pPr>
            <w:pStyle w:val="34FF3A6E25A2434CA22793143B5E1314"/>
          </w:pPr>
          <w:r>
            <w:t>[Street Address, City, ST  ZIP Code]</w:t>
          </w:r>
        </w:p>
      </w:docPartBody>
    </w:docPart>
    <w:docPart>
      <w:docPartPr>
        <w:name w:val="1F69BF22B3F64B4EA12696E445CFC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7EE09-C761-4BB8-9DB3-9FFD4E50CF84}"/>
      </w:docPartPr>
      <w:docPartBody>
        <w:p w:rsidR="00000000" w:rsidRDefault="009A1018">
          <w:pPr>
            <w:pStyle w:val="1F69BF22B3F64B4EA12696E445CFCF82"/>
          </w:pPr>
          <w:r>
            <w:t>[phone]</w:t>
          </w:r>
        </w:p>
      </w:docPartBody>
    </w:docPart>
    <w:docPart>
      <w:docPartPr>
        <w:name w:val="110DB5C3FFEA4EEB9FF09D581CB9C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DC5DD-C031-4DBD-8013-FA4E5F33BBE4}"/>
      </w:docPartPr>
      <w:docPartBody>
        <w:p w:rsidR="00000000" w:rsidRDefault="009A1018">
          <w:pPr>
            <w:pStyle w:val="110DB5C3FFEA4EEB9FF09D581CB9C3DB"/>
          </w:pPr>
          <w:r>
            <w:t>[fax]</w:t>
          </w:r>
        </w:p>
      </w:docPartBody>
    </w:docPart>
    <w:docPart>
      <w:docPartPr>
        <w:name w:val="B4C47338665047EBA38FB03027219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9660D-DD6D-416A-A5BB-33CF087E7BBC}"/>
      </w:docPartPr>
      <w:docPartBody>
        <w:p w:rsidR="00000000" w:rsidRDefault="009A1018">
          <w:pPr>
            <w:pStyle w:val="B4C47338665047EBA38FB0302721997D"/>
          </w:pPr>
          <w:r>
            <w:t>[email]</w:t>
          </w:r>
        </w:p>
      </w:docPartBody>
    </w:docPart>
    <w:docPart>
      <w:docPartPr>
        <w:name w:val="BEBED72672524A49911F812ED4962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29519-020F-4E28-84D5-335234F9F93B}"/>
      </w:docPartPr>
      <w:docPartBody>
        <w:p w:rsidR="00000000" w:rsidRDefault="009A1018">
          <w:pPr>
            <w:pStyle w:val="BEBED72672524A49911F812ED4962BEF"/>
          </w:pPr>
          <w:r>
            <w:t>[Click to select date]</w:t>
          </w:r>
        </w:p>
      </w:docPartBody>
    </w:docPart>
    <w:docPart>
      <w:docPartPr>
        <w:name w:val="174DEDF8003447309AAEDFD5ADA8C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EDD69-22B9-4D77-984A-B9DA10B121D2}"/>
      </w:docPartPr>
      <w:docPartBody>
        <w:p w:rsidR="00000000" w:rsidRDefault="009A1018">
          <w:pPr>
            <w:pStyle w:val="174DEDF8003447309AAEDFD5ADA8CEF6"/>
          </w:pPr>
          <w:r>
            <w:t>[No.]</w:t>
          </w:r>
        </w:p>
      </w:docPartBody>
    </w:docPart>
    <w:docPart>
      <w:docPartPr>
        <w:name w:val="814FB4A74349417B9B4586DCD3064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86F4A-EB1C-44C9-9678-03783EEBA946}"/>
      </w:docPartPr>
      <w:docPartBody>
        <w:p w:rsidR="00000000" w:rsidRDefault="009A1018">
          <w:pPr>
            <w:pStyle w:val="814FB4A74349417B9B4586DCD30648FF"/>
          </w:pPr>
          <w:r>
            <w:t>[Customer Name]</w:t>
          </w:r>
        </w:p>
      </w:docPartBody>
    </w:docPart>
    <w:docPart>
      <w:docPartPr>
        <w:name w:val="1DADF89101794BBB8A911E793F1DD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13840-0B50-4562-A521-1AED10248CFC}"/>
      </w:docPartPr>
      <w:docPartBody>
        <w:p w:rsidR="00000000" w:rsidRDefault="009A1018">
          <w:pPr>
            <w:pStyle w:val="1DADF89101794BBB8A911E793F1DDA90"/>
          </w:pPr>
          <w:r>
            <w:t>[Company Name]</w:t>
          </w:r>
        </w:p>
      </w:docPartBody>
    </w:docPart>
    <w:docPart>
      <w:docPartPr>
        <w:name w:val="238809CC832248B099CCAA406AF92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D8030-5547-4852-AF25-550E94BF9C6F}"/>
      </w:docPartPr>
      <w:docPartBody>
        <w:p w:rsidR="00000000" w:rsidRDefault="009A1018">
          <w:pPr>
            <w:pStyle w:val="238809CC832248B099CCAA406AF922F1"/>
          </w:pPr>
          <w:r>
            <w:t>[Street Address]</w:t>
          </w:r>
        </w:p>
      </w:docPartBody>
    </w:docPart>
    <w:docPart>
      <w:docPartPr>
        <w:name w:val="C2DA571655D7416E980ADA800861B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3A406-6E33-490C-B54B-21B8A8063EF6}"/>
      </w:docPartPr>
      <w:docPartBody>
        <w:p w:rsidR="00000000" w:rsidRDefault="009A1018">
          <w:pPr>
            <w:pStyle w:val="C2DA571655D7416E980ADA800861BCEE"/>
          </w:pPr>
          <w:r>
            <w:t>[City, ST  ZIP Code]</w:t>
          </w:r>
        </w:p>
      </w:docPartBody>
    </w:docPart>
    <w:docPart>
      <w:docPartPr>
        <w:name w:val="032090EE96B84451B7110BDC798BB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57A47-80F2-4F00-A504-8264523A6646}"/>
      </w:docPartPr>
      <w:docPartBody>
        <w:p w:rsidR="00000000" w:rsidRDefault="009A1018">
          <w:pPr>
            <w:pStyle w:val="032090EE96B84451B7110BDC798BBDB0"/>
          </w:pPr>
          <w:r>
            <w:t>[Phone]</w:t>
          </w:r>
        </w:p>
      </w:docPartBody>
    </w:docPart>
    <w:docPart>
      <w:docPartPr>
        <w:name w:val="93AC85FBE7584229AE7ADA911EB39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7FE8-01F6-457B-BB1C-0992391F38BB}"/>
      </w:docPartPr>
      <w:docPartBody>
        <w:p w:rsidR="00000000" w:rsidRDefault="009A1018">
          <w:pPr>
            <w:pStyle w:val="93AC85FBE7584229AE7ADA911EB39852"/>
          </w:pPr>
          <w:r>
            <w:t>[No.]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18"/>
    <w:rsid w:val="009A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443FFFE9DD40679749785F506DF89B">
    <w:name w:val="D2443FFFE9DD40679749785F506DF89B"/>
  </w:style>
  <w:style w:type="paragraph" w:customStyle="1" w:styleId="6D459F4483B245669B6A101B7D4749F2">
    <w:name w:val="6D459F4483B245669B6A101B7D4749F2"/>
  </w:style>
  <w:style w:type="paragraph" w:customStyle="1" w:styleId="34FF3A6E25A2434CA22793143B5E1314">
    <w:name w:val="34FF3A6E25A2434CA22793143B5E1314"/>
  </w:style>
  <w:style w:type="paragraph" w:customStyle="1" w:styleId="1F69BF22B3F64B4EA12696E445CFCF82">
    <w:name w:val="1F69BF22B3F64B4EA12696E445CFCF82"/>
  </w:style>
  <w:style w:type="paragraph" w:customStyle="1" w:styleId="110DB5C3FFEA4EEB9FF09D581CB9C3DB">
    <w:name w:val="110DB5C3FFEA4EEB9FF09D581CB9C3DB"/>
  </w:style>
  <w:style w:type="paragraph" w:customStyle="1" w:styleId="B4C47338665047EBA38FB0302721997D">
    <w:name w:val="B4C47338665047EBA38FB0302721997D"/>
  </w:style>
  <w:style w:type="paragraph" w:customStyle="1" w:styleId="BEBED72672524A49911F812ED4962BEF">
    <w:name w:val="BEBED72672524A49911F812ED4962BEF"/>
  </w:style>
  <w:style w:type="paragraph" w:customStyle="1" w:styleId="174DEDF8003447309AAEDFD5ADA8CEF6">
    <w:name w:val="174DEDF8003447309AAEDFD5ADA8CEF6"/>
  </w:style>
  <w:style w:type="paragraph" w:customStyle="1" w:styleId="814FB4A74349417B9B4586DCD30648FF">
    <w:name w:val="814FB4A74349417B9B4586DCD30648FF"/>
  </w:style>
  <w:style w:type="paragraph" w:customStyle="1" w:styleId="1DADF89101794BBB8A911E793F1DDA90">
    <w:name w:val="1DADF89101794BBB8A911E793F1DDA90"/>
  </w:style>
  <w:style w:type="paragraph" w:customStyle="1" w:styleId="238809CC832248B099CCAA406AF922F1">
    <w:name w:val="238809CC832248B099CCAA406AF922F1"/>
  </w:style>
  <w:style w:type="paragraph" w:customStyle="1" w:styleId="C2DA571655D7416E980ADA800861BCEE">
    <w:name w:val="C2DA571655D7416E980ADA800861BCEE"/>
  </w:style>
  <w:style w:type="paragraph" w:customStyle="1" w:styleId="032090EE96B84451B7110BDC798BBDB0">
    <w:name w:val="032090EE96B84451B7110BDC798BBDB0"/>
  </w:style>
  <w:style w:type="paragraph" w:customStyle="1" w:styleId="93AC85FBE7584229AE7ADA911EB39852">
    <w:name w:val="93AC85FBE7584229AE7ADA911EB398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443FFFE9DD40679749785F506DF89B">
    <w:name w:val="D2443FFFE9DD40679749785F506DF89B"/>
  </w:style>
  <w:style w:type="paragraph" w:customStyle="1" w:styleId="6D459F4483B245669B6A101B7D4749F2">
    <w:name w:val="6D459F4483B245669B6A101B7D4749F2"/>
  </w:style>
  <w:style w:type="paragraph" w:customStyle="1" w:styleId="34FF3A6E25A2434CA22793143B5E1314">
    <w:name w:val="34FF3A6E25A2434CA22793143B5E1314"/>
  </w:style>
  <w:style w:type="paragraph" w:customStyle="1" w:styleId="1F69BF22B3F64B4EA12696E445CFCF82">
    <w:name w:val="1F69BF22B3F64B4EA12696E445CFCF82"/>
  </w:style>
  <w:style w:type="paragraph" w:customStyle="1" w:styleId="110DB5C3FFEA4EEB9FF09D581CB9C3DB">
    <w:name w:val="110DB5C3FFEA4EEB9FF09D581CB9C3DB"/>
  </w:style>
  <w:style w:type="paragraph" w:customStyle="1" w:styleId="B4C47338665047EBA38FB0302721997D">
    <w:name w:val="B4C47338665047EBA38FB0302721997D"/>
  </w:style>
  <w:style w:type="paragraph" w:customStyle="1" w:styleId="BEBED72672524A49911F812ED4962BEF">
    <w:name w:val="BEBED72672524A49911F812ED4962BEF"/>
  </w:style>
  <w:style w:type="paragraph" w:customStyle="1" w:styleId="174DEDF8003447309AAEDFD5ADA8CEF6">
    <w:name w:val="174DEDF8003447309AAEDFD5ADA8CEF6"/>
  </w:style>
  <w:style w:type="paragraph" w:customStyle="1" w:styleId="814FB4A74349417B9B4586DCD30648FF">
    <w:name w:val="814FB4A74349417B9B4586DCD30648FF"/>
  </w:style>
  <w:style w:type="paragraph" w:customStyle="1" w:styleId="1DADF89101794BBB8A911E793F1DDA90">
    <w:name w:val="1DADF89101794BBB8A911E793F1DDA90"/>
  </w:style>
  <w:style w:type="paragraph" w:customStyle="1" w:styleId="238809CC832248B099CCAA406AF922F1">
    <w:name w:val="238809CC832248B099CCAA406AF922F1"/>
  </w:style>
  <w:style w:type="paragraph" w:customStyle="1" w:styleId="C2DA571655D7416E980ADA800861BCEE">
    <w:name w:val="C2DA571655D7416E980ADA800861BCEE"/>
  </w:style>
  <w:style w:type="paragraph" w:customStyle="1" w:styleId="032090EE96B84451B7110BDC798BBDB0">
    <w:name w:val="032090EE96B84451B7110BDC798BBDB0"/>
  </w:style>
  <w:style w:type="paragraph" w:customStyle="1" w:styleId="93AC85FBE7584229AE7ADA911EB39852">
    <w:name w:val="93AC85FBE7584229AE7ADA911EB39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ramond Gray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2E0C668-0C7B-407A-A6BA-FA75BC420D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TS102819292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receipt (Garamond Gray design)</vt:lpstr>
    </vt:vector>
  </TitlesOfParts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2004-08-20T00:03:00Z</cp:lastPrinted>
  <dcterms:created xsi:type="dcterms:W3CDTF">2013-07-10T07:06:00Z</dcterms:created>
  <dcterms:modified xsi:type="dcterms:W3CDTF">2013-07-10T07:11:00Z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TC011456441033</vt:lpwstr>
  </property>
</Properties>
</file>