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76036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A2685B" w:rsidRDefault="00760364" w:rsidP="00760364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760364" w:rsidTr="00DD4DA8">
        <w:trPr>
          <w:trHeight w:val="5688"/>
        </w:trPr>
        <w:tc>
          <w:tcPr>
            <w:tcW w:w="3528" w:type="dxa"/>
          </w:tcPr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Default="00F1131B" w:rsidP="007603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0271" cy="1552575"/>
                  <wp:effectExtent l="0" t="0" r="0" b="0"/>
                  <wp:docPr id="3" name="Picture 3" descr="C:\Users\PhamDu.FREMONT\AppData\Local\Microsoft\Windows\Temporary Internet Files\Content.IE5\NT2SMDMY\MC9000480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hamDu.FREMONT\AppData\Local\Microsoft\Windows\Temporary Internet Files\Content.IE5\NT2SMDMY\MC9000480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71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64" w:rsidRPr="00DD4DA8" w:rsidRDefault="006F50E2" w:rsidP="00760364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>
              <w:rPr>
                <w:rFonts w:ascii="Century Gothic" w:hAnsi="Century Gothic"/>
                <w:b/>
                <w:i/>
                <w:sz w:val="28"/>
              </w:rPr>
              <w:t>Church</w:t>
            </w:r>
            <w:r w:rsidR="00F462C0" w:rsidRPr="00DD4DA8">
              <w:rPr>
                <w:rFonts w:ascii="Century Gothic" w:hAnsi="Century Gothic"/>
                <w:b/>
                <w:i/>
                <w:sz w:val="28"/>
              </w:rPr>
              <w:t xml:space="preserve"> </w:t>
            </w:r>
            <w:r w:rsidR="00254A2D">
              <w:rPr>
                <w:rFonts w:ascii="Century Gothic" w:hAnsi="Century Gothic"/>
                <w:b/>
                <w:i/>
                <w:sz w:val="28"/>
              </w:rPr>
              <w:t>N</w:t>
            </w:r>
            <w:r w:rsidR="00F462C0"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462C0" w:rsidRPr="00F462C0" w:rsidRDefault="00F462C0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Default="00760364" w:rsidP="00DD4DA8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270"/>
              <w:gridCol w:w="477"/>
              <w:gridCol w:w="270"/>
              <w:gridCol w:w="225"/>
              <w:gridCol w:w="898"/>
              <w:gridCol w:w="1383"/>
              <w:gridCol w:w="626"/>
              <w:gridCol w:w="1521"/>
            </w:tblGrid>
            <w:tr w:rsidR="00063CFB" w:rsidRPr="00472296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063CFB" w:rsidRPr="00472296" w:rsidRDefault="00063CFB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063CFB" w:rsidRPr="00472296" w:rsidRDefault="00063CFB" w:rsidP="00063CFB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063CFB" w:rsidRPr="00472296" w:rsidRDefault="00063CFB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760364" w:rsidRPr="00472296" w:rsidRDefault="00EE4FB0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8F0F1B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8F0F1B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760364">
                    <w:rPr>
                      <w:rFonts w:ascii="Century Gothic" w:hAnsi="Century Gothic"/>
                      <w:sz w:val="20"/>
                    </w:rPr>
                    <w:t>Donation Value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E014BB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Description of donation:</w:t>
                  </w:r>
                </w:p>
              </w:tc>
            </w:tr>
            <w:tr w:rsidR="00C46E7A" w:rsidRPr="00472296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C46E7A" w:rsidRPr="00472296" w:rsidRDefault="00C46E7A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E014BB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760364" w:rsidRPr="00472296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472296" w:rsidRDefault="00760364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3E62A7" w:rsidRPr="00472296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3E62A7" w:rsidRPr="00472296" w:rsidRDefault="003E62A7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014BB" w:rsidRPr="00472296" w:rsidTr="00EE4FB0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E014BB" w:rsidRPr="00472296" w:rsidRDefault="00E014BB" w:rsidP="00E014BB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014BB" w:rsidRPr="00472296" w:rsidRDefault="00E014BB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760364" w:rsidRDefault="00760364" w:rsidP="00DD4DA8"/>
        </w:tc>
      </w:tr>
      <w:tr w:rsidR="0076036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EE0318" w:rsidRDefault="00760364" w:rsidP="00D91CC9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p w:rsidR="003903E1" w:rsidRDefault="0094695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81915</wp:posOffset>
                </wp:positionV>
                <wp:extent cx="7781925" cy="0"/>
                <wp:effectExtent l="9525" t="5715" r="9525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F1131B" w:rsidTr="00172805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F1131B" w:rsidRPr="00A2685B" w:rsidRDefault="00F1131B" w:rsidP="00172805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F1131B" w:rsidTr="00172805">
        <w:trPr>
          <w:trHeight w:val="5688"/>
        </w:trPr>
        <w:tc>
          <w:tcPr>
            <w:tcW w:w="3528" w:type="dxa"/>
          </w:tcPr>
          <w:p w:rsidR="00F1131B" w:rsidRDefault="00F1131B" w:rsidP="00172805">
            <w:pPr>
              <w:jc w:val="center"/>
            </w:pPr>
          </w:p>
          <w:p w:rsidR="00F1131B" w:rsidRDefault="00F1131B" w:rsidP="00172805">
            <w:pPr>
              <w:jc w:val="center"/>
            </w:pPr>
          </w:p>
          <w:p w:rsidR="00F1131B" w:rsidRDefault="00F1131B" w:rsidP="001728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B2B1F6" wp14:editId="5161FCCA">
                  <wp:extent cx="1050271" cy="1552575"/>
                  <wp:effectExtent l="0" t="0" r="0" b="0"/>
                  <wp:docPr id="5" name="Picture 5" descr="C:\Users\PhamDu.FREMONT\AppData\Local\Microsoft\Windows\Temporary Internet Files\Content.IE5\NT2SMDMY\MC9000480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hamDu.FREMONT\AppData\Local\Microsoft\Windows\Temporary Internet Files\Content.IE5\NT2SMDMY\MC9000480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71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31B" w:rsidRPr="00DD4DA8" w:rsidRDefault="00F1131B" w:rsidP="00172805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>
              <w:rPr>
                <w:rFonts w:ascii="Century Gothic" w:hAnsi="Century Gothic"/>
                <w:b/>
                <w:i/>
                <w:sz w:val="28"/>
              </w:rPr>
              <w:t>Church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 </w:t>
            </w:r>
            <w:r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F1131B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F1131B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F1131B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1131B" w:rsidRPr="00F462C0" w:rsidRDefault="00F1131B" w:rsidP="00172805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F1131B" w:rsidRDefault="00F1131B" w:rsidP="00172805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270"/>
              <w:gridCol w:w="477"/>
              <w:gridCol w:w="270"/>
              <w:gridCol w:w="225"/>
              <w:gridCol w:w="898"/>
              <w:gridCol w:w="1383"/>
              <w:gridCol w:w="626"/>
              <w:gridCol w:w="1521"/>
            </w:tblGrid>
            <w:tr w:rsidR="00F1131B" w:rsidRPr="00472296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F1131B" w:rsidRPr="00472296" w:rsidRDefault="00F1131B" w:rsidP="00172805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760364">
                    <w:rPr>
                      <w:rFonts w:ascii="Century Gothic" w:hAnsi="Century Gothic"/>
                      <w:sz w:val="20"/>
                    </w:rPr>
                    <w:t>Donation Value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Description of donation:</w:t>
                  </w: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1131B" w:rsidRPr="00472296" w:rsidTr="00172805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1131B" w:rsidRPr="00472296" w:rsidRDefault="00F1131B" w:rsidP="00172805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F1131B" w:rsidRDefault="00F1131B" w:rsidP="00172805"/>
        </w:tc>
      </w:tr>
      <w:tr w:rsidR="00F1131B" w:rsidTr="00172805">
        <w:trPr>
          <w:trHeight w:val="378"/>
        </w:trPr>
        <w:tc>
          <w:tcPr>
            <w:tcW w:w="11016" w:type="dxa"/>
            <w:gridSpan w:val="2"/>
            <w:vAlign w:val="bottom"/>
          </w:tcPr>
          <w:p w:rsidR="00F1131B" w:rsidRPr="00EE0318" w:rsidRDefault="00F1131B" w:rsidP="00172805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>
      <w:bookmarkStart w:id="0" w:name="_GoBack"/>
      <w:bookmarkEnd w:id="0"/>
    </w:p>
    <w:sectPr w:rsidR="00744F9B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D50"/>
    <w:rsid w:val="00063CFB"/>
    <w:rsid w:val="00142737"/>
    <w:rsid w:val="00254A2D"/>
    <w:rsid w:val="00290FA4"/>
    <w:rsid w:val="002C2133"/>
    <w:rsid w:val="00317B34"/>
    <w:rsid w:val="003903E1"/>
    <w:rsid w:val="003E62A7"/>
    <w:rsid w:val="00464015"/>
    <w:rsid w:val="005B1820"/>
    <w:rsid w:val="00607DD7"/>
    <w:rsid w:val="006F3D50"/>
    <w:rsid w:val="006F50E2"/>
    <w:rsid w:val="006F759C"/>
    <w:rsid w:val="00744F9B"/>
    <w:rsid w:val="00760364"/>
    <w:rsid w:val="00777974"/>
    <w:rsid w:val="008F0F1B"/>
    <w:rsid w:val="00946959"/>
    <w:rsid w:val="00981E3F"/>
    <w:rsid w:val="00A2685B"/>
    <w:rsid w:val="00B71DA7"/>
    <w:rsid w:val="00BC3585"/>
    <w:rsid w:val="00BC69D1"/>
    <w:rsid w:val="00BE4E17"/>
    <w:rsid w:val="00C46E7A"/>
    <w:rsid w:val="00D91CC9"/>
    <w:rsid w:val="00DC3789"/>
    <w:rsid w:val="00DC7150"/>
    <w:rsid w:val="00DD4DA8"/>
    <w:rsid w:val="00E014BB"/>
    <w:rsid w:val="00E65198"/>
    <w:rsid w:val="00EE0318"/>
    <w:rsid w:val="00EE4FB0"/>
    <w:rsid w:val="00F1131B"/>
    <w:rsid w:val="00F12589"/>
    <w:rsid w:val="00F4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2013-07-11T02:09:00Z</dcterms:created>
  <dcterms:modified xsi:type="dcterms:W3CDTF">2013-07-11T02:11:00Z</dcterms:modified>
</cp:coreProperties>
</file>